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 w:ascii="宋体-方正超大字符集" w:hAnsi="宋体-方正超大字符集" w:eastAsia="宋体-方正超大字符集" w:cs="宋体-方正超大字符集"/>
          <w:b/>
          <w:bCs/>
          <w:sz w:val="36"/>
          <w:szCs w:val="36"/>
        </w:rPr>
        <w:t>2021年</w:t>
      </w:r>
      <w:r>
        <w:rPr>
          <w:rFonts w:hint="eastAsia" w:ascii="宋体-方正超大字符集" w:hAnsi="宋体-方正超大字符集" w:eastAsia="宋体-方正超大字符集" w:cs="宋体-方正超大字符集"/>
          <w:b/>
          <w:bCs/>
          <w:sz w:val="36"/>
          <w:szCs w:val="36"/>
          <w:lang w:eastAsia="zh-CN"/>
        </w:rPr>
        <w:t>单位</w:t>
      </w:r>
      <w:r>
        <w:rPr>
          <w:rFonts w:hint="eastAsia" w:ascii="宋体-方正超大字符集" w:hAnsi="宋体-方正超大字符集" w:eastAsia="宋体-方正超大字符集" w:cs="宋体-方正超大字符集"/>
          <w:b/>
          <w:bCs/>
          <w:sz w:val="36"/>
          <w:szCs w:val="36"/>
        </w:rPr>
        <w:t>预算信息公开目录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一、2021年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0"/>
          <w:szCs w:val="30"/>
        </w:rPr>
        <w:t>预算公开表</w:t>
      </w:r>
    </w:p>
    <w:p>
      <w:pPr>
        <w:numPr>
          <w:ilvl w:val="0"/>
          <w:numId w:val="1"/>
        </w:num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0"/>
          <w:szCs w:val="30"/>
        </w:rPr>
        <w:t>预算收支总表</w:t>
      </w:r>
    </w:p>
    <w:p>
      <w:pPr>
        <w:numPr>
          <w:ilvl w:val="0"/>
          <w:numId w:val="1"/>
        </w:num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0"/>
          <w:szCs w:val="30"/>
        </w:rPr>
        <w:t>预算收入总表</w:t>
      </w:r>
    </w:p>
    <w:p>
      <w:pPr>
        <w:numPr>
          <w:ilvl w:val="0"/>
          <w:numId w:val="1"/>
        </w:num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0"/>
          <w:szCs w:val="30"/>
        </w:rPr>
        <w:t>预算支出总表</w:t>
      </w:r>
    </w:p>
    <w:p>
      <w:pPr>
        <w:numPr>
          <w:ilvl w:val="0"/>
          <w:numId w:val="1"/>
        </w:num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0"/>
          <w:szCs w:val="30"/>
        </w:rPr>
        <w:t>预算财政拨款收支总表</w:t>
      </w:r>
    </w:p>
    <w:p>
      <w:pPr>
        <w:numPr>
          <w:ilvl w:val="0"/>
          <w:numId w:val="1"/>
        </w:num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0"/>
          <w:szCs w:val="30"/>
        </w:rPr>
        <w:t>预算一般公共预算财政拨款支出表</w:t>
      </w:r>
    </w:p>
    <w:p>
      <w:pPr>
        <w:numPr>
          <w:ilvl w:val="0"/>
          <w:numId w:val="1"/>
        </w:num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0"/>
          <w:szCs w:val="30"/>
        </w:rPr>
        <w:t>预算一般公共预算财政拨款基本支出表</w:t>
      </w:r>
    </w:p>
    <w:p>
      <w:pPr>
        <w:numPr>
          <w:ilvl w:val="0"/>
          <w:numId w:val="1"/>
        </w:num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0"/>
          <w:szCs w:val="30"/>
        </w:rPr>
        <w:t>预算政府性基金预算财政拨款支出表</w:t>
      </w:r>
    </w:p>
    <w:p>
      <w:pPr>
        <w:numPr>
          <w:ilvl w:val="0"/>
          <w:numId w:val="1"/>
        </w:num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0"/>
          <w:szCs w:val="30"/>
        </w:rPr>
        <w:t>预算国有资本经营预算财政拨款支出表</w:t>
      </w:r>
    </w:p>
    <w:p>
      <w:pPr>
        <w:numPr>
          <w:ilvl w:val="0"/>
          <w:numId w:val="1"/>
        </w:num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0"/>
          <w:szCs w:val="30"/>
        </w:rPr>
        <w:t>预算财政拨款“三公”经费支出表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二、2021年预算说明</w:t>
      </w:r>
    </w:p>
    <w:p>
      <w:pPr>
        <w:numPr>
          <w:ilvl w:val="0"/>
          <w:numId w:val="2"/>
        </w:num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0"/>
          <w:szCs w:val="30"/>
        </w:rPr>
        <w:t>职责及机构设置情况</w:t>
      </w:r>
    </w:p>
    <w:p>
      <w:pPr>
        <w:ind w:firstLine="64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2、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0"/>
          <w:szCs w:val="30"/>
        </w:rPr>
        <w:t>预算安排的总体情况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3、机关运行经费安排情况</w:t>
      </w:r>
    </w:p>
    <w:p>
      <w:pPr>
        <w:autoSpaceDE w:val="0"/>
        <w:autoSpaceDN w:val="0"/>
        <w:adjustRightInd w:val="0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4、财政拨款“三公”经费预算情况及增减变化原因</w:t>
      </w:r>
    </w:p>
    <w:p>
      <w:pPr>
        <w:autoSpaceDE w:val="0"/>
        <w:autoSpaceDN w:val="0"/>
        <w:adjustRightInd w:val="0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5、绩效预算信息</w:t>
      </w:r>
    </w:p>
    <w:p>
      <w:pPr>
        <w:autoSpaceDE w:val="0"/>
        <w:autoSpaceDN w:val="0"/>
        <w:adjustRightInd w:val="0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6、政府采购预算情况</w:t>
      </w:r>
    </w:p>
    <w:p>
      <w:pPr>
        <w:autoSpaceDE w:val="0"/>
        <w:autoSpaceDN w:val="0"/>
        <w:adjustRightInd w:val="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7、国有资产信息</w:t>
      </w:r>
    </w:p>
    <w:p>
      <w:pPr>
        <w:autoSpaceDE w:val="0"/>
        <w:autoSpaceDN w:val="0"/>
        <w:adjustRightInd w:val="0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8、名词解释</w:t>
      </w:r>
    </w:p>
    <w:p>
      <w:pPr>
        <w:autoSpaceDE w:val="0"/>
        <w:autoSpaceDN w:val="0"/>
        <w:adjustRightInd w:val="0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9、其他需要说明的事项</w:t>
      </w:r>
    </w:p>
    <w:p>
      <w:pPr>
        <w:autoSpaceDE w:val="0"/>
        <w:autoSpaceDN w:val="0"/>
        <w:adjustRightInd w:val="0"/>
        <w:jc w:val="left"/>
        <w:rPr>
          <w:rFonts w:hint="eastAsia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宋体-方正超大字符集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9A8F38"/>
    <w:multiLevelType w:val="singleLevel"/>
    <w:tmpl w:val="589A8F38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89A9132"/>
    <w:multiLevelType w:val="singleLevel"/>
    <w:tmpl w:val="589A913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9D82BB9"/>
    <w:rsid w:val="00036BFC"/>
    <w:rsid w:val="002F03CE"/>
    <w:rsid w:val="004A6F26"/>
    <w:rsid w:val="005E1781"/>
    <w:rsid w:val="007908AB"/>
    <w:rsid w:val="00895A8A"/>
    <w:rsid w:val="008B4E47"/>
    <w:rsid w:val="00A74CA6"/>
    <w:rsid w:val="00C54C65"/>
    <w:rsid w:val="00DE6B55"/>
    <w:rsid w:val="00ED3FEF"/>
    <w:rsid w:val="08F93598"/>
    <w:rsid w:val="1F187BDD"/>
    <w:rsid w:val="321C7DA9"/>
    <w:rsid w:val="340A743F"/>
    <w:rsid w:val="34BC1492"/>
    <w:rsid w:val="398B6B1D"/>
    <w:rsid w:val="3C1E28BD"/>
    <w:rsid w:val="3F687847"/>
    <w:rsid w:val="49D82BB9"/>
    <w:rsid w:val="51275A71"/>
    <w:rsid w:val="6E75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semiHidden/>
    <w:uiPriority w:val="0"/>
    <w:rPr>
      <w:kern w:val="2"/>
      <w:sz w:val="18"/>
      <w:szCs w:val="18"/>
    </w:rPr>
  </w:style>
  <w:style w:type="character" w:customStyle="1" w:styleId="7">
    <w:name w:val="页眉 字符"/>
    <w:link w:val="3"/>
    <w:semiHidden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Normal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1</Pages>
  <Words>44</Words>
  <Characters>252</Characters>
  <Lines>2</Lines>
  <Paragraphs>1</Paragraphs>
  <TotalTime>3</TotalTime>
  <ScaleCrop>false</ScaleCrop>
  <LinksUpToDate>false</LinksUpToDate>
  <CharactersWithSpaces>295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2021-03-15T03:11:00Z</dcterms:created>
  <dc:creator>Administrator</dc:creator>
  <cp:lastModifiedBy>Administrator</cp:lastModifiedBy>
  <dcterms:modified xsi:type="dcterms:W3CDTF">2022-09-16T07:28:06Z</dcterms:modified>
  <dc:title>河北省人大常委会办公厅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